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1A0353FB" w:rsidR="00F158E9" w:rsidRDefault="00A10986" w:rsidP="00B54716">
            <w:r>
              <w:t xml:space="preserve"> </w:t>
            </w:r>
            <w:r w:rsidR="006A0115">
              <w:t>(digitaalallkirja kuupäev)</w:t>
            </w:r>
            <w:r>
              <w:t xml:space="preserve"> nr 1-5</w:t>
            </w:r>
            <w:r w:rsidR="00F249DD">
              <w:t>.1</w:t>
            </w:r>
            <w:r>
              <w:t>/</w:t>
            </w:r>
            <w:r w:rsidR="00C63E5A">
              <w:t>2022/</w:t>
            </w:r>
            <w:r w:rsidR="00EC7AA4">
              <w:t>29</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065F0C7D" w:rsidR="00F158E9" w:rsidRDefault="006F676A" w:rsidP="009A6AC7">
      <w:pPr>
        <w:pStyle w:val="Pealkiri1"/>
      </w:pPr>
      <w:proofErr w:type="spellStart"/>
      <w:r>
        <w:t>Tominga</w:t>
      </w:r>
      <w:proofErr w:type="spellEnd"/>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053648C2"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proofErr w:type="spellStart"/>
      <w:r w:rsidR="00986409">
        <w:t>Tornator</w:t>
      </w:r>
      <w:proofErr w:type="spellEnd"/>
      <w:r w:rsidR="00986409">
        <w:t xml:space="preserve"> Eesti OÜ</w:t>
      </w:r>
      <w:r w:rsidR="00310D63">
        <w:t xml:space="preserve"> </w:t>
      </w:r>
      <w:r w:rsidR="005E678A">
        <w:t>o</w:t>
      </w:r>
      <w:r w:rsidRPr="00631681">
        <w:t xml:space="preserve">mandis olevale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6F676A">
        <w:t>2685835</w:t>
      </w:r>
      <w:r w:rsidR="00E278C6">
        <w:t>,</w:t>
      </w:r>
      <w:r w:rsidRPr="00631681">
        <w:t xml:space="preserve"> </w:t>
      </w:r>
      <w:r w:rsidR="009921BF">
        <w:t xml:space="preserve">katastritunnus </w:t>
      </w:r>
      <w:r w:rsidR="006F676A">
        <w:t>57302:001:0452</w:t>
      </w:r>
      <w:r w:rsidR="00003886">
        <w:t>,</w:t>
      </w:r>
      <w:r w:rsidR="009921BF">
        <w:t xml:space="preserve"> </w:t>
      </w:r>
      <w:r w:rsidRPr="00631681">
        <w:t xml:space="preserve">asukoht </w:t>
      </w:r>
      <w:r w:rsidR="00986409">
        <w:t>Jõgeva</w:t>
      </w:r>
      <w:r w:rsidR="00D00FEF">
        <w:t xml:space="preserve"> maakond, </w:t>
      </w:r>
      <w:r w:rsidR="006F676A">
        <w:t>Põltsamaa</w:t>
      </w:r>
      <w:r w:rsidR="00F249DD">
        <w:t xml:space="preserve"> vald, </w:t>
      </w:r>
      <w:r w:rsidR="006F676A">
        <w:t>Tapiku</w:t>
      </w:r>
      <w:r w:rsidR="00986409">
        <w:t xml:space="preserve"> </w:t>
      </w:r>
      <w:r w:rsidR="00F249DD">
        <w:t xml:space="preserve">küla, </w:t>
      </w:r>
      <w:proofErr w:type="spellStart"/>
      <w:r w:rsidR="006F676A">
        <w:t>Tominga</w:t>
      </w:r>
      <w:proofErr w:type="spellEnd"/>
      <w:r w:rsidR="006F676A">
        <w:t>,</w:t>
      </w:r>
      <w:r w:rsidR="006F676A" w:rsidRPr="006F676A">
        <w:t xml:space="preserve"> </w:t>
      </w:r>
      <w:r w:rsidR="006F676A">
        <w:t xml:space="preserve">katastritunnus 57302:002:0950, </w:t>
      </w:r>
      <w:r w:rsidR="006F676A" w:rsidRPr="00631681">
        <w:t xml:space="preserve">asukoht </w:t>
      </w:r>
      <w:r w:rsidR="006F676A">
        <w:t xml:space="preserve">Jõgeva maakond, Põltsamaa vald, Kose küla, </w:t>
      </w:r>
      <w:proofErr w:type="spellStart"/>
      <w:r w:rsidR="006F676A">
        <w:t>Tominga</w:t>
      </w:r>
      <w:proofErr w:type="spellEnd"/>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0FE3D57F" w:rsidR="007F2CD3" w:rsidRPr="003E245A" w:rsidRDefault="007F2CD3" w:rsidP="007F2CD3">
      <w:pPr>
        <w:pStyle w:val="Loendilik"/>
        <w:numPr>
          <w:ilvl w:val="0"/>
          <w:numId w:val="3"/>
        </w:numPr>
        <w:jc w:val="both"/>
      </w:pPr>
      <w:r w:rsidRPr="003E245A">
        <w:t xml:space="preserve">Koormata isikliku kasutusõigusega </w:t>
      </w:r>
      <w:proofErr w:type="spellStart"/>
      <w:r w:rsidR="00986409">
        <w:t>Tornator</w:t>
      </w:r>
      <w:proofErr w:type="spellEnd"/>
      <w:r w:rsidR="00986409">
        <w:t xml:space="preserve"> Eesti OÜ </w:t>
      </w:r>
      <w:r w:rsidR="001368CE">
        <w:t>(</w:t>
      </w:r>
      <w:r w:rsidR="00F249DD">
        <w:t xml:space="preserve">registrikood </w:t>
      </w:r>
      <w:r w:rsidR="00AE235F">
        <w:t>10013860</w:t>
      </w:r>
      <w:r w:rsidR="00310D63">
        <w:t xml:space="preserve">, </w:t>
      </w:r>
      <w:r w:rsidRPr="003E245A">
        <w:t xml:space="preserve">edaspidi </w:t>
      </w:r>
      <w:r w:rsidRPr="003E245A">
        <w:rPr>
          <w:i/>
        </w:rPr>
        <w:t>omanik</w:t>
      </w:r>
      <w:r w:rsidRPr="003E245A">
        <w:t>) omandisse kuuluv</w:t>
      </w:r>
      <w:r w:rsidR="00CE4584">
        <w:t xml:space="preserve"> </w:t>
      </w:r>
      <w:r w:rsidR="006B5BFB">
        <w:t>PÄRNA</w:t>
      </w:r>
      <w:r w:rsidR="000B3943">
        <w:t xml:space="preserve"> kinn</w:t>
      </w:r>
      <w:r w:rsidR="00CE4584">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6F676A">
        <w:t>2685835,</w:t>
      </w:r>
      <w:r w:rsidR="006F676A" w:rsidRPr="00631681">
        <w:t xml:space="preserve"> </w:t>
      </w:r>
      <w:r w:rsidR="006F676A">
        <w:t xml:space="preserve">katastritunnus 57302:001:0452, </w:t>
      </w:r>
      <w:r w:rsidR="006F676A" w:rsidRPr="00631681">
        <w:t xml:space="preserve">asukoht </w:t>
      </w:r>
      <w:r w:rsidR="006F676A">
        <w:t xml:space="preserve">Jõgeva maakond, Põltsamaa vald, Tapiku küla, </w:t>
      </w:r>
      <w:proofErr w:type="spellStart"/>
      <w:r w:rsidR="006F676A">
        <w:t>Tominga</w:t>
      </w:r>
      <w:proofErr w:type="spellEnd"/>
      <w:r w:rsidR="006F676A">
        <w:t>,</w:t>
      </w:r>
      <w:r w:rsidR="006F676A" w:rsidRPr="006F676A">
        <w:t xml:space="preserve"> </w:t>
      </w:r>
      <w:r w:rsidR="006F676A">
        <w:t xml:space="preserve">katastritunnus 57302:002:0950, </w:t>
      </w:r>
      <w:r w:rsidR="006F676A" w:rsidRPr="00631681">
        <w:t xml:space="preserve">asukoht </w:t>
      </w:r>
      <w:r w:rsidR="006F676A">
        <w:t xml:space="preserve">Jõgeva maakond, Põltsamaa vald, Kose küla, </w:t>
      </w:r>
      <w:proofErr w:type="spellStart"/>
      <w:r w:rsidR="006F676A">
        <w:t>Tominga</w:t>
      </w:r>
      <w:proofErr w:type="spellEnd"/>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7F19EA06"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proofErr w:type="spellStart"/>
      <w:r w:rsidR="006F676A">
        <w:rPr>
          <w:i/>
          <w:iCs/>
        </w:rPr>
        <w:t>Tominga</w:t>
      </w:r>
      <w:proofErr w:type="spellEnd"/>
      <w:r w:rsidR="00F80D71" w:rsidRPr="00D24FC4">
        <w:rPr>
          <w:i/>
          <w:iCs/>
        </w:rPr>
        <w:t xml:space="preserve"> </w:t>
      </w:r>
      <w:r w:rsidRPr="00D24FC4">
        <w:rPr>
          <w:i/>
          <w:iCs/>
        </w:rPr>
        <w:t>katastriüksusel</w:t>
      </w:r>
      <w:r w:rsidRPr="00631681">
        <w:t xml:space="preserve"> (katastritunnus</w:t>
      </w:r>
      <w:r w:rsidR="00D001D4">
        <w:t xml:space="preserve"> </w:t>
      </w:r>
      <w:r w:rsidR="006F676A">
        <w:t>57302:001:0452</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5AA5EA42"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proofErr w:type="spellStart"/>
      <w:r w:rsidR="008B154F" w:rsidRPr="008B154F">
        <w:rPr>
          <w:i/>
          <w:iCs/>
        </w:rPr>
        <w:t>Türnoja</w:t>
      </w:r>
      <w:proofErr w:type="spellEnd"/>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8B154F">
        <w:rPr>
          <w:i/>
          <w:iCs/>
        </w:rPr>
        <w:t>163</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0FBDC26B" w:rsidR="00D24FC4" w:rsidRPr="001C6CD6" w:rsidRDefault="001C6CD6" w:rsidP="00DE7BDC">
      <w:pPr>
        <w:pStyle w:val="Loendilik"/>
        <w:numPr>
          <w:ilvl w:val="2"/>
          <w:numId w:val="3"/>
        </w:numPr>
        <w:jc w:val="both"/>
      </w:pPr>
      <w:r w:rsidRPr="001C6CD6">
        <w:lastRenderedPageBreak/>
        <w:t>kasutada kasutusõiguse ala ööpäevaringselt kõikide sõidukite ja tehnikaga, sealhulgas metsaveotraktorite ja metsaveokitega;</w:t>
      </w:r>
    </w:p>
    <w:p w14:paraId="3186DC6F" w14:textId="77777777" w:rsidR="00FD45AD" w:rsidRDefault="00FD45AD" w:rsidP="00FD45AD">
      <w:pPr>
        <w:numPr>
          <w:ilvl w:val="1"/>
          <w:numId w:val="3"/>
        </w:numPr>
        <w:jc w:val="both"/>
      </w:pPr>
      <w:r w:rsidRPr="00631681">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 xml:space="preserve">kooskõlastada omanikuga projekteerimisprotsessis kasutusõiguse alaga seonduvate </w:t>
      </w:r>
      <w:proofErr w:type="spellStart"/>
      <w:r>
        <w:t>tee-ehitus</w:t>
      </w:r>
      <w:proofErr w:type="spellEnd"/>
      <w:r>
        <w:t>-</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1AA536EB" w:rsidR="00D638ED" w:rsidRDefault="00FD45AD" w:rsidP="00390F1A">
      <w:pPr>
        <w:jc w:val="both"/>
      </w:pPr>
      <w:r w:rsidRPr="00631681">
        <w:t xml:space="preserve">Jaotuskava: </w:t>
      </w:r>
      <w:r w:rsidR="00AE235F">
        <w:t>Avo Jürissaar</w:t>
      </w:r>
      <w:r w:rsidR="00D24FC4">
        <w:t xml:space="preserve">, </w:t>
      </w:r>
      <w:proofErr w:type="spellStart"/>
      <w:r w:rsidR="00AE235F">
        <w:t>Tornator</w:t>
      </w:r>
      <w:proofErr w:type="spellEnd"/>
      <w:r w:rsidR="00AE235F">
        <w:t xml:space="preserve"> Eesti OÜ</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353A6"/>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D5879"/>
    <w:rsid w:val="00DD66EC"/>
    <w:rsid w:val="00DF5E49"/>
    <w:rsid w:val="00DF7C01"/>
    <w:rsid w:val="00E01420"/>
    <w:rsid w:val="00E014E5"/>
    <w:rsid w:val="00E039A2"/>
    <w:rsid w:val="00E17B0D"/>
    <w:rsid w:val="00E17B40"/>
    <w:rsid w:val="00E24180"/>
    <w:rsid w:val="00E278C6"/>
    <w:rsid w:val="00E5782A"/>
    <w:rsid w:val="00E60F2F"/>
    <w:rsid w:val="00E62BBB"/>
    <w:rsid w:val="00E664D0"/>
    <w:rsid w:val="00E72291"/>
    <w:rsid w:val="00E77A4C"/>
    <w:rsid w:val="00E84A3D"/>
    <w:rsid w:val="00E87CD7"/>
    <w:rsid w:val="00E904DB"/>
    <w:rsid w:val="00E92461"/>
    <w:rsid w:val="00E931EA"/>
    <w:rsid w:val="00E93838"/>
    <w:rsid w:val="00EC4AF7"/>
    <w:rsid w:val="00EC7AA4"/>
    <w:rsid w:val="00ED01FA"/>
    <w:rsid w:val="00ED2300"/>
    <w:rsid w:val="00ED78AD"/>
    <w:rsid w:val="00EE0C8E"/>
    <w:rsid w:val="00EE19EE"/>
    <w:rsid w:val="00F0252D"/>
    <w:rsid w:val="00F06136"/>
    <w:rsid w:val="00F11AEC"/>
    <w:rsid w:val="00F158E9"/>
    <w:rsid w:val="00F23DBE"/>
    <w:rsid w:val="00F249DD"/>
    <w:rsid w:val="00F35A6B"/>
    <w:rsid w:val="00F4291E"/>
    <w:rsid w:val="00F44F13"/>
    <w:rsid w:val="00F4676A"/>
    <w:rsid w:val="00F52359"/>
    <w:rsid w:val="00F570CC"/>
    <w:rsid w:val="00F60674"/>
    <w:rsid w:val="00F60B83"/>
    <w:rsid w:val="00F633B5"/>
    <w:rsid w:val="00F7148F"/>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2</TotalTime>
  <Pages>2</Pages>
  <Words>563</Words>
  <Characters>4200</Characters>
  <Application>Microsoft Office Word</Application>
  <DocSecurity>0</DocSecurity>
  <Lines>35</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3</cp:revision>
  <cp:lastPrinted>2022-09-26T07:55:00Z</cp:lastPrinted>
  <dcterms:created xsi:type="dcterms:W3CDTF">2022-09-26T10:23:00Z</dcterms:created>
  <dcterms:modified xsi:type="dcterms:W3CDTF">2022-09-27T08:50:00Z</dcterms:modified>
</cp:coreProperties>
</file>